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9F0" w:rsidRPr="008F01FF" w:rsidRDefault="004459F0">
      <w:pPr>
        <w:pStyle w:val="Title"/>
        <w:rPr>
          <w:rFonts w:asciiTheme="minorHAnsi" w:hAnsiTheme="minorHAnsi"/>
          <w:sz w:val="44"/>
        </w:rPr>
      </w:pPr>
      <w:r w:rsidRPr="008F01FF">
        <w:rPr>
          <w:rFonts w:asciiTheme="minorHAnsi" w:hAnsiTheme="minorHAnsi"/>
          <w:noProof/>
          <w:lang w:val="en-CA"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57250" cy="7581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renville campu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C98" w:rsidRPr="008F01FF">
        <w:rPr>
          <w:rFonts w:asciiTheme="minorHAnsi" w:hAnsiTheme="minorHAnsi"/>
        </w:rPr>
        <w:t>FN1140</w:t>
      </w:r>
      <w:r w:rsidR="00610BA6" w:rsidRPr="008F01FF">
        <w:rPr>
          <w:rFonts w:asciiTheme="minorHAnsi" w:hAnsiTheme="minorHAnsi"/>
        </w:rPr>
        <w:t xml:space="preserve"> </w:t>
      </w:r>
      <w:r w:rsidR="005C7AD5" w:rsidRPr="008F01FF">
        <w:rPr>
          <w:rFonts w:asciiTheme="minorHAnsi" w:hAnsiTheme="minorHAnsi"/>
        </w:rPr>
        <w:t>–</w:t>
      </w:r>
      <w:r w:rsidR="00610BA6" w:rsidRPr="008F01FF">
        <w:rPr>
          <w:rFonts w:asciiTheme="minorHAnsi" w:hAnsiTheme="minorHAnsi"/>
        </w:rPr>
        <w:t xml:space="preserve"> </w:t>
      </w:r>
      <w:r w:rsidR="005C7AD5" w:rsidRPr="008F01FF">
        <w:rPr>
          <w:rFonts w:asciiTheme="minorHAnsi" w:hAnsiTheme="minorHAnsi"/>
        </w:rPr>
        <w:t>Introduction to F</w:t>
      </w:r>
      <w:r w:rsidR="00791C98" w:rsidRPr="008F01FF">
        <w:rPr>
          <w:rFonts w:asciiTheme="minorHAnsi" w:hAnsiTheme="minorHAnsi"/>
        </w:rPr>
        <w:t>inance</w:t>
      </w:r>
    </w:p>
    <w:p w:rsidR="00240CF8" w:rsidRPr="008F01FF" w:rsidRDefault="00D14117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Assignment</w:t>
      </w:r>
      <w:r w:rsidR="00E3124B">
        <w:rPr>
          <w:rFonts w:asciiTheme="minorHAnsi" w:hAnsiTheme="minorHAnsi"/>
          <w:sz w:val="28"/>
        </w:rPr>
        <w:t xml:space="preserve"> 1- </w:t>
      </w:r>
      <w:r>
        <w:rPr>
          <w:rFonts w:asciiTheme="minorHAnsi" w:hAnsiTheme="minorHAnsi"/>
          <w:sz w:val="28"/>
        </w:rPr>
        <w:t xml:space="preserve">for </w:t>
      </w:r>
      <w:r w:rsidR="0013443E" w:rsidRPr="008F01FF">
        <w:rPr>
          <w:rFonts w:asciiTheme="minorHAnsi" w:hAnsiTheme="minorHAnsi"/>
          <w:sz w:val="28"/>
        </w:rPr>
        <w:t>Fall 2015</w:t>
      </w:r>
    </w:p>
    <w:p w:rsidR="00D14117" w:rsidRDefault="00D14117" w:rsidP="005F5A7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6234"/>
      </w:tblGrid>
      <w:tr w:rsidR="00E3124B" w:rsidTr="00857E17">
        <w:tc>
          <w:tcPr>
            <w:tcW w:w="3116" w:type="dxa"/>
          </w:tcPr>
          <w:p w:rsidR="00E3124B" w:rsidRPr="00E3124B" w:rsidRDefault="00E3124B" w:rsidP="00E3124B">
            <w:pPr>
              <w:pStyle w:val="Heading2"/>
            </w:pPr>
            <w:r w:rsidRPr="00E3124B">
              <w:t xml:space="preserve">Assignment 1 </w:t>
            </w:r>
          </w:p>
          <w:p w:rsidR="00E3124B" w:rsidRPr="00E3124B" w:rsidRDefault="00E3124B" w:rsidP="00E3124B">
            <w:pPr>
              <w:pStyle w:val="Heading2"/>
            </w:pPr>
            <w:r w:rsidRPr="00E3124B">
              <w:t>D</w:t>
            </w:r>
            <w:r w:rsidRPr="00E3124B">
              <w:t>ue on Wednesday</w:t>
            </w:r>
            <w:r w:rsidRPr="00E3124B">
              <w:t xml:space="preserve">, October </w:t>
            </w:r>
            <w:r w:rsidRPr="00E3124B">
              <w:t>21</w:t>
            </w:r>
          </w:p>
        </w:tc>
        <w:tc>
          <w:tcPr>
            <w:tcW w:w="6234" w:type="dxa"/>
            <w:vMerge w:val="restart"/>
          </w:tcPr>
          <w:p w:rsidR="00E3124B" w:rsidRDefault="00E3124B" w:rsidP="00E3124B">
            <w:pPr>
              <w:pStyle w:val="Heading2"/>
              <w:outlineLvl w:val="1"/>
            </w:pPr>
            <w:r>
              <w:t xml:space="preserve">All references are for the </w:t>
            </w:r>
            <w:r w:rsidRPr="00E3124B">
              <w:t>10</w:t>
            </w:r>
            <w:r w:rsidRPr="00E3124B">
              <w:rPr>
                <w:vertAlign w:val="superscript"/>
              </w:rPr>
              <w:t>th</w:t>
            </w:r>
            <w:r w:rsidRPr="00E3124B">
              <w:t xml:space="preserve"> ed</w:t>
            </w:r>
            <w:r>
              <w:t xml:space="preserve"> of the text</w:t>
            </w:r>
          </w:p>
          <w:p w:rsidR="00E3124B" w:rsidRDefault="00E3124B" w:rsidP="00E3124B"/>
          <w:p w:rsidR="00E3124B" w:rsidRDefault="00E3124B" w:rsidP="00E3124B">
            <w:pPr>
              <w:jc w:val="center"/>
              <w:rPr>
                <w:b/>
              </w:rPr>
            </w:pPr>
          </w:p>
          <w:p w:rsidR="00E3124B" w:rsidRPr="00E3124B" w:rsidRDefault="00E3124B" w:rsidP="00E3124B">
            <w:pPr>
              <w:rPr>
                <w:b/>
              </w:rPr>
            </w:pPr>
            <w:r w:rsidRPr="00E3124B">
              <w:rPr>
                <w:b/>
              </w:rPr>
              <w:t>PLEASE SHOW YOUR WORKINGS</w:t>
            </w:r>
          </w:p>
          <w:p w:rsidR="00E3124B" w:rsidRPr="00E3124B" w:rsidRDefault="00E3124B" w:rsidP="00E3124B">
            <w:bookmarkStart w:id="0" w:name="_GoBack"/>
            <w:bookmarkEnd w:id="0"/>
          </w:p>
          <w:p w:rsidR="00E3124B" w:rsidRPr="00E3124B" w:rsidRDefault="00E3124B" w:rsidP="00E3124B">
            <w:pPr>
              <w:pStyle w:val="Heading2"/>
              <w:rPr>
                <w:b/>
              </w:rPr>
            </w:pPr>
            <w:r w:rsidRPr="00E3124B">
              <w:rPr>
                <w:b/>
              </w:rPr>
              <w:t>C</w:t>
            </w:r>
            <w:r w:rsidRPr="00E3124B">
              <w:rPr>
                <w:b/>
              </w:rPr>
              <w:t>hapter 6</w:t>
            </w:r>
            <w:r w:rsidRPr="00E3124B">
              <w:rPr>
                <w:b/>
              </w:rPr>
              <w:t xml:space="preserve"> – Discounts and markup/markdown</w:t>
            </w:r>
          </w:p>
          <w:p w:rsidR="00E3124B" w:rsidRPr="00E3124B" w:rsidRDefault="00E3124B" w:rsidP="00E3124B">
            <w:pPr>
              <w:pStyle w:val="Heading2"/>
            </w:pPr>
            <w:r w:rsidRPr="00E3124B">
              <w:t>#</w:t>
            </w:r>
            <w:r w:rsidRPr="00E3124B">
              <w:t>1 p237 A hand-held telephone…</w:t>
            </w:r>
          </w:p>
          <w:p w:rsidR="00E3124B" w:rsidRPr="00E3124B" w:rsidRDefault="00E3124B" w:rsidP="00E3124B">
            <w:pPr>
              <w:pStyle w:val="Heading2"/>
            </w:pPr>
            <w:r w:rsidRPr="00E3124B">
              <w:t>#</w:t>
            </w:r>
            <w:r w:rsidRPr="00E3124B">
              <w:t xml:space="preserve">12 </w:t>
            </w:r>
            <w:r w:rsidRPr="00E3124B">
              <w:t>p238 The Outdoor Shop…</w:t>
            </w:r>
          </w:p>
          <w:p w:rsidR="00E3124B" w:rsidRPr="00E3124B" w:rsidRDefault="00E3124B" w:rsidP="00E3124B">
            <w:pPr>
              <w:pStyle w:val="Heading2"/>
            </w:pPr>
          </w:p>
          <w:p w:rsidR="00E3124B" w:rsidRPr="00E3124B" w:rsidRDefault="00E3124B" w:rsidP="00E3124B">
            <w:pPr>
              <w:pStyle w:val="Heading2"/>
              <w:rPr>
                <w:b/>
              </w:rPr>
            </w:pPr>
            <w:r w:rsidRPr="00E3124B">
              <w:rPr>
                <w:b/>
              </w:rPr>
              <w:t xml:space="preserve">Chapter </w:t>
            </w:r>
            <w:r w:rsidRPr="00E3124B">
              <w:rPr>
                <w:b/>
              </w:rPr>
              <w:t>5</w:t>
            </w:r>
            <w:r w:rsidRPr="00E3124B">
              <w:rPr>
                <w:b/>
              </w:rPr>
              <w:t xml:space="preserve"> – Breakeven</w:t>
            </w:r>
          </w:p>
          <w:p w:rsidR="00E3124B" w:rsidRPr="00E3124B" w:rsidRDefault="00E3124B" w:rsidP="00E3124B">
            <w:pPr>
              <w:pStyle w:val="Heading2"/>
            </w:pPr>
            <w:r w:rsidRPr="00E3124B">
              <w:t>#</w:t>
            </w:r>
            <w:r w:rsidRPr="00E3124B">
              <w:t>1</w:t>
            </w:r>
            <w:r w:rsidRPr="00E3124B">
              <w:t xml:space="preserve"> p</w:t>
            </w:r>
            <w:r w:rsidRPr="00E3124B">
              <w:t>192</w:t>
            </w:r>
            <w:r w:rsidRPr="00E3124B">
              <w:t xml:space="preserve"> </w:t>
            </w:r>
            <w:r w:rsidRPr="00E3124B">
              <w:t>Ingrid is planning…</w:t>
            </w:r>
          </w:p>
          <w:p w:rsidR="00E3124B" w:rsidRPr="00E3124B" w:rsidRDefault="00E3124B" w:rsidP="00E3124B">
            <w:pPr>
              <w:pStyle w:val="Heading2"/>
            </w:pPr>
            <w:r w:rsidRPr="00E3124B">
              <w:t>#5 p193 Projected financial results</w:t>
            </w:r>
          </w:p>
          <w:p w:rsidR="00E3124B" w:rsidRPr="00E3124B" w:rsidRDefault="00E3124B" w:rsidP="00E3124B">
            <w:pPr>
              <w:pStyle w:val="Heading2"/>
            </w:pPr>
          </w:p>
          <w:p w:rsidR="00E3124B" w:rsidRPr="00E3124B" w:rsidRDefault="00E3124B" w:rsidP="00E3124B">
            <w:pPr>
              <w:pStyle w:val="Heading2"/>
              <w:rPr>
                <w:b/>
              </w:rPr>
            </w:pPr>
            <w:r w:rsidRPr="00E3124B">
              <w:rPr>
                <w:b/>
              </w:rPr>
              <w:t>Chapter 7 – Simple Interest</w:t>
            </w:r>
          </w:p>
          <w:p w:rsidR="00E3124B" w:rsidRPr="00E3124B" w:rsidRDefault="00E3124B" w:rsidP="00E3124B">
            <w:pPr>
              <w:pStyle w:val="Heading2"/>
            </w:pPr>
            <w:r w:rsidRPr="00E3124B">
              <w:t>#</w:t>
            </w:r>
            <w:r w:rsidRPr="00E3124B">
              <w:t>5</w:t>
            </w:r>
            <w:r w:rsidRPr="00E3124B">
              <w:t xml:space="preserve"> p2</w:t>
            </w:r>
            <w:r w:rsidRPr="00E3124B">
              <w:t>71</w:t>
            </w:r>
            <w:r w:rsidRPr="00E3124B">
              <w:t xml:space="preserve"> </w:t>
            </w:r>
            <w:r w:rsidRPr="00E3124B">
              <w:t>Jay was due to make…</w:t>
            </w:r>
          </w:p>
          <w:p w:rsidR="00E3124B" w:rsidRPr="00E3124B" w:rsidRDefault="00E3124B" w:rsidP="00E3124B">
            <w:pPr>
              <w:pStyle w:val="Heading2"/>
            </w:pPr>
            <w:r w:rsidRPr="00E3124B">
              <w:t>#8 p271 Loan payments of $4000</w:t>
            </w:r>
          </w:p>
          <w:p w:rsidR="00E3124B" w:rsidRPr="00E3124B" w:rsidRDefault="00E3124B" w:rsidP="00E3124B">
            <w:pPr>
              <w:pStyle w:val="Heading2"/>
            </w:pPr>
          </w:p>
          <w:p w:rsidR="00E3124B" w:rsidRPr="00E3124B" w:rsidRDefault="00E3124B" w:rsidP="00E3124B">
            <w:pPr>
              <w:pStyle w:val="Heading2"/>
              <w:rPr>
                <w:b/>
              </w:rPr>
            </w:pPr>
            <w:r w:rsidRPr="00E3124B">
              <w:rPr>
                <w:b/>
              </w:rPr>
              <w:t>Chapter 8 – Simple Interest Applications</w:t>
            </w:r>
          </w:p>
          <w:p w:rsidR="00E3124B" w:rsidRPr="00E3124B" w:rsidRDefault="00E3124B" w:rsidP="00E3124B">
            <w:pPr>
              <w:pStyle w:val="Heading2"/>
            </w:pPr>
            <w:r w:rsidRPr="00E3124B">
              <w:t>#</w:t>
            </w:r>
            <w:r w:rsidRPr="00E3124B">
              <w:t xml:space="preserve">4 </w:t>
            </w:r>
            <w:r w:rsidRPr="00E3124B">
              <w:t>p</w:t>
            </w:r>
            <w:r w:rsidRPr="00E3124B">
              <w:t>295 On Joey’s Credit Card</w:t>
            </w:r>
          </w:p>
          <w:p w:rsidR="00E3124B" w:rsidRPr="00E3124B" w:rsidRDefault="00E3124B" w:rsidP="00E3124B">
            <w:pPr>
              <w:pStyle w:val="Heading2"/>
            </w:pPr>
          </w:p>
        </w:tc>
      </w:tr>
      <w:tr w:rsidR="00E3124B" w:rsidTr="00857E17">
        <w:tc>
          <w:tcPr>
            <w:tcW w:w="3116" w:type="dxa"/>
          </w:tcPr>
          <w:p w:rsidR="00E3124B" w:rsidRDefault="00E3124B" w:rsidP="00D14117"/>
        </w:tc>
        <w:tc>
          <w:tcPr>
            <w:tcW w:w="6234" w:type="dxa"/>
            <w:vMerge/>
          </w:tcPr>
          <w:p w:rsidR="00E3124B" w:rsidRDefault="00E3124B" w:rsidP="00D14117"/>
        </w:tc>
      </w:tr>
      <w:tr w:rsidR="00E3124B" w:rsidTr="004759F5">
        <w:tc>
          <w:tcPr>
            <w:tcW w:w="9350" w:type="dxa"/>
            <w:gridSpan w:val="2"/>
          </w:tcPr>
          <w:p w:rsidR="00E3124B" w:rsidRPr="00E3124B" w:rsidRDefault="00E3124B" w:rsidP="00E3124B">
            <w:pPr>
              <w:pStyle w:val="Heading2"/>
              <w:rPr>
                <w:b/>
              </w:rPr>
            </w:pPr>
            <w:r w:rsidRPr="00E3124B">
              <w:rPr>
                <w:b/>
              </w:rPr>
              <w:t>Test 1 covering these same topics will be scheduled for the week of October 26th</w:t>
            </w:r>
          </w:p>
        </w:tc>
      </w:tr>
    </w:tbl>
    <w:p w:rsidR="00D14117" w:rsidRPr="008F01FF" w:rsidRDefault="00D14117" w:rsidP="00D14117"/>
    <w:p w:rsidR="00D14117" w:rsidRDefault="00D14117" w:rsidP="005F5A74"/>
    <w:sectPr w:rsidR="00D14117"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C18" w:rsidRDefault="00247C18" w:rsidP="001803B6">
      <w:pPr>
        <w:spacing w:after="0" w:line="240" w:lineRule="auto"/>
      </w:pPr>
      <w:r>
        <w:separator/>
      </w:r>
    </w:p>
  </w:endnote>
  <w:endnote w:type="continuationSeparator" w:id="0">
    <w:p w:rsidR="00247C18" w:rsidRDefault="00247C18" w:rsidP="00180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98756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803B6" w:rsidRDefault="001803B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C18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 w:rsidR="00DA3624">
          <w:rPr>
            <w:color w:val="7F7F7F" w:themeColor="background1" w:themeShade="7F"/>
            <w:spacing w:val="60"/>
          </w:rPr>
          <w:t>Microeconomics</w:t>
        </w:r>
        <w:r>
          <w:rPr>
            <w:color w:val="7F7F7F" w:themeColor="background1" w:themeShade="7F"/>
            <w:spacing w:val="60"/>
          </w:rPr>
          <w:t xml:space="preserve"> – Syllabus – Fall 2014</w:t>
        </w:r>
      </w:p>
    </w:sdtContent>
  </w:sdt>
  <w:p w:rsidR="001803B6" w:rsidRDefault="001803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C18" w:rsidRDefault="00247C18" w:rsidP="001803B6">
      <w:pPr>
        <w:spacing w:after="0" w:line="240" w:lineRule="auto"/>
      </w:pPr>
      <w:r>
        <w:separator/>
      </w:r>
    </w:p>
  </w:footnote>
  <w:footnote w:type="continuationSeparator" w:id="0">
    <w:p w:rsidR="00247C18" w:rsidRDefault="00247C18" w:rsidP="00180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F4FF1"/>
    <w:multiLevelType w:val="hybridMultilevel"/>
    <w:tmpl w:val="51F44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72690E"/>
    <w:multiLevelType w:val="hybridMultilevel"/>
    <w:tmpl w:val="F1D05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07D23"/>
    <w:multiLevelType w:val="multilevel"/>
    <w:tmpl w:val="000E595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6606401E"/>
    <w:multiLevelType w:val="hybridMultilevel"/>
    <w:tmpl w:val="FE0CB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BA6"/>
    <w:rsid w:val="000D36FD"/>
    <w:rsid w:val="0013443E"/>
    <w:rsid w:val="00161BD0"/>
    <w:rsid w:val="001803B6"/>
    <w:rsid w:val="001A272C"/>
    <w:rsid w:val="002079C4"/>
    <w:rsid w:val="00240CF8"/>
    <w:rsid w:val="00247C18"/>
    <w:rsid w:val="002D78EE"/>
    <w:rsid w:val="0035552E"/>
    <w:rsid w:val="004459F0"/>
    <w:rsid w:val="005723DE"/>
    <w:rsid w:val="005C7AD5"/>
    <w:rsid w:val="005E06C4"/>
    <w:rsid w:val="005E0D5F"/>
    <w:rsid w:val="005F5A74"/>
    <w:rsid w:val="00610BA6"/>
    <w:rsid w:val="0064658F"/>
    <w:rsid w:val="006F358B"/>
    <w:rsid w:val="007259B2"/>
    <w:rsid w:val="00777D58"/>
    <w:rsid w:val="00791C98"/>
    <w:rsid w:val="008321AD"/>
    <w:rsid w:val="008E1B61"/>
    <w:rsid w:val="008F01FF"/>
    <w:rsid w:val="00913E80"/>
    <w:rsid w:val="009210EB"/>
    <w:rsid w:val="009B322C"/>
    <w:rsid w:val="00B85727"/>
    <w:rsid w:val="00B85E57"/>
    <w:rsid w:val="00B952B3"/>
    <w:rsid w:val="00BB6885"/>
    <w:rsid w:val="00BF3E68"/>
    <w:rsid w:val="00C55600"/>
    <w:rsid w:val="00D13C09"/>
    <w:rsid w:val="00D14117"/>
    <w:rsid w:val="00DA3624"/>
    <w:rsid w:val="00E3124B"/>
    <w:rsid w:val="00E75A27"/>
    <w:rsid w:val="00E82FA0"/>
    <w:rsid w:val="00F733B2"/>
    <w:rsid w:val="00FE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AFEB22-D4EE-4D44-882D-2FF9BE29A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17"/>
        <w:szCs w:val="17"/>
        <w:lang w:val="en-US" w:eastAsia="ja-JP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16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160" w:after="0"/>
      <w:outlineLvl w:val="5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Emphasis">
    <w:name w:val="Emphasis"/>
    <w:basedOn w:val="DefaultParagraphFont"/>
    <w:uiPriority w:val="20"/>
    <w:qFormat/>
    <w:rPr>
      <w:i/>
      <w:i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404040" w:themeColor="text1" w:themeTint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01513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color w:val="000000" w:themeColor="tex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left w:val="single" w:sz="36" w:space="4" w:color="B01513" w:themeColor="accent1"/>
      </w:pBdr>
      <w:spacing w:before="100" w:beforeAutospacing="1"/>
      <w:ind w:left="1224" w:right="1224"/>
    </w:pPr>
    <w:rPr>
      <w:color w:val="B01513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B01513" w:themeColor="accent1"/>
      <w:sz w:val="28"/>
      <w:szCs w:val="28"/>
    </w:rPr>
  </w:style>
  <w:style w:type="character" w:styleId="IntenseReference">
    <w:name w:val="Intense Reference"/>
    <w:basedOn w:val="DefaultParagraphFont"/>
    <w:uiPriority w:val="32"/>
    <w:qFormat/>
    <w:rPr>
      <w:b/>
      <w:bCs/>
      <w:caps w:val="0"/>
      <w:smallCaps/>
      <w:color w:val="auto"/>
      <w:spacing w:val="5"/>
      <w:u w:val="single"/>
    </w:rPr>
  </w:style>
  <w:style w:type="character" w:styleId="Hyperlink">
    <w:name w:val="Hyperlink"/>
    <w:basedOn w:val="DefaultParagraphFont"/>
    <w:unhideWhenUsed/>
    <w:rPr>
      <w:color w:val="4FB8C1" w:themeColor="text2" w:themeTint="9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DFFCB" w:themeColor="followedHyperlink"/>
      <w:u w:val="single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864" w:right="864"/>
    </w:pPr>
    <w:rPr>
      <w:rFonts w:asciiTheme="majorHAnsi" w:eastAsiaTheme="majorEastAsia" w:hAnsiTheme="majorHAnsi" w:cstheme="majorBidi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8"/>
      <w:szCs w:val="28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595959" w:themeColor="text1" w:themeTint="A6"/>
    </w:rPr>
  </w:style>
  <w:style w:type="character" w:styleId="SubtleReference">
    <w:name w:val="Subtle Reference"/>
    <w:basedOn w:val="DefaultParagraphFont"/>
    <w:uiPriority w:val="31"/>
    <w:qFormat/>
    <w:rPr>
      <w:caps w:val="0"/>
      <w:smallCaps/>
      <w:color w:val="404040" w:themeColor="text1" w:themeTint="BF"/>
      <w:u w:val="single" w:color="7F7F7F" w:themeColor="text1" w:themeTint="80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B01513" w:themeColor="accent1"/>
      <w:kern w:val="28"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39"/>
    <w:rsid w:val="00207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03B6"/>
  </w:style>
  <w:style w:type="paragraph" w:styleId="Footer">
    <w:name w:val="footer"/>
    <w:basedOn w:val="Normal"/>
    <w:link w:val="FooterChar"/>
    <w:uiPriority w:val="99"/>
    <w:unhideWhenUsed/>
    <w:rsid w:val="001803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03B6"/>
  </w:style>
  <w:style w:type="paragraph" w:styleId="BalloonText">
    <w:name w:val="Balloon Text"/>
    <w:basedOn w:val="Normal"/>
    <w:link w:val="BalloonTextChar"/>
    <w:uiPriority w:val="99"/>
    <w:semiHidden/>
    <w:unhideWhenUsed/>
    <w:rsid w:val="00D13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0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7A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.tilley\AppData\Roaming\Microsoft\Templates\Ion%20design%20(blank).dotx" TargetMode="External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Ion design (blank)</Template>
  <TotalTime>22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Tilley, Paul (C'ville)</dc:creator>
  <cp:keywords/>
  <cp:lastModifiedBy>Tilley, Paul (C'ville)</cp:lastModifiedBy>
  <cp:revision>4</cp:revision>
  <cp:lastPrinted>2015-09-08T16:37:00Z</cp:lastPrinted>
  <dcterms:created xsi:type="dcterms:W3CDTF">2015-09-30T13:45:00Z</dcterms:created>
  <dcterms:modified xsi:type="dcterms:W3CDTF">2015-10-01T16:47:00Z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